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A92C5D" w:rsidRDefault="003B61B5" w:rsidP="00A92C5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129489</wp:posOffset>
                </wp:positionV>
                <wp:extent cx="3789274" cy="680314"/>
                <wp:effectExtent l="0" t="0" r="0" b="571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9274" cy="6803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2FC8" w:rsidRPr="003B61B5" w:rsidRDefault="008C2FC8" w:rsidP="008C2FC8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outline/>
                                <w:color w:val="4BACC6" w:themeColor="accent5"/>
                                <w:sz w:val="40"/>
                                <w:szCs w:val="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B61B5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outline/>
                                <w:color w:val="4BACC6" w:themeColor="accent5"/>
                                <w:sz w:val="40"/>
                                <w:szCs w:val="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暑中</w:t>
                            </w:r>
                            <w:r w:rsidRPr="003B61B5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outline/>
                                <w:color w:val="4BACC6" w:themeColor="accent5"/>
                                <w:sz w:val="40"/>
                                <w:szCs w:val="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10.2pt;width:298.35pt;height:53.5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" filled="f" stroked="f" strokeweight=".5pt">
                <v:textbox>
                  <w:txbxContent>
                    <w:p w:rsidR="008C2FC8" w:rsidRPr="003B61B5" w:rsidRDefault="008C2FC8" w:rsidP="008C2FC8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outline/>
                          <w:color w:val="4BACC6" w:themeColor="accent5"/>
                          <w:sz w:val="40"/>
                          <w:szCs w:val="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B61B5">
                        <w:rPr>
                          <w:rFonts w:ascii="HG創英角ﾎﾟｯﾌﾟ体" w:eastAsia="HG創英角ﾎﾟｯﾌﾟ体" w:hAnsi="HG創英角ﾎﾟｯﾌﾟ体" w:hint="eastAsia"/>
                          <w:b/>
                          <w:outline/>
                          <w:color w:val="4BACC6" w:themeColor="accent5"/>
                          <w:sz w:val="40"/>
                          <w:szCs w:val="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暑中</w:t>
                      </w:r>
                      <w:r w:rsidRPr="003B61B5">
                        <w:rPr>
                          <w:rFonts w:ascii="HG創英角ﾎﾟｯﾌﾟ体" w:eastAsia="HG創英角ﾎﾟｯﾌﾟ体" w:hAnsi="HG創英角ﾎﾟｯﾌﾟ体"/>
                          <w:b/>
                          <w:outline/>
                          <w:color w:val="4BACC6" w:themeColor="accent5"/>
                          <w:sz w:val="40"/>
                          <w:szCs w:val="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お見舞い申し上げます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-776326</wp:posOffset>
            </wp:positionV>
            <wp:extent cx="5454338" cy="3752698"/>
            <wp:effectExtent l="0" t="0" r="0" b="635"/>
            <wp:wrapNone/>
            <wp:docPr id="1" name="図 1" descr="C:\Users\tsuchiya\AppData\Local\Microsoft\Windows\INetCache\Content.Word\はがき_暑中_ヤシ_2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ヤシ_2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338" cy="3752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A92C5D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F1A" w:rsidRDefault="00C36F1A" w:rsidP="004E0190">
      <w:r>
        <w:separator/>
      </w:r>
    </w:p>
  </w:endnote>
  <w:endnote w:type="continuationSeparator" w:id="0">
    <w:p w:rsidR="00C36F1A" w:rsidRDefault="00C36F1A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F1A" w:rsidRDefault="00C36F1A" w:rsidP="004E0190">
      <w:r>
        <w:separator/>
      </w:r>
    </w:p>
  </w:footnote>
  <w:footnote w:type="continuationSeparator" w:id="0">
    <w:p w:rsidR="00C36F1A" w:rsidRDefault="00C36F1A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626EE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B61B5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5F3E12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8C2FC8"/>
    <w:rsid w:val="00961A53"/>
    <w:rsid w:val="009753C9"/>
    <w:rsid w:val="009852D8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A5800"/>
    <w:rsid w:val="00BD596C"/>
    <w:rsid w:val="00C36F1A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2017-05-15T07:28:00Z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