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0C3457">
      <w:pPr>
        <w:rPr>
          <w:sz w:val="24"/>
        </w:rPr>
      </w:pPr>
      <w:bookmarkStart w:id="0" w:name="_GoBack"/>
      <w:bookmarkEnd w:id="0"/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1855876</wp:posOffset>
                </wp:positionH>
                <wp:positionV relativeFrom="paragraph">
                  <wp:posOffset>96393</wp:posOffset>
                </wp:positionV>
                <wp:extent cx="994410" cy="27285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728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0F7" w:rsidRPr="000C3457" w:rsidRDefault="000C3457">
                            <w:pPr>
                              <w:rPr>
                                <w:rFonts w:ascii="AR浪漫明朝体U" w:eastAsia="AR浪漫明朝体U"/>
                                <w:color w:val="00B050"/>
                                <w:sz w:val="44"/>
                                <w:szCs w:val="44"/>
                              </w:rPr>
                            </w:pPr>
                            <w:r w:rsidRPr="000C3457">
                              <w:rPr>
                                <w:rFonts w:ascii="AR浪漫明朝体U" w:eastAsia="AR浪漫明朝体U" w:hint="eastAsia"/>
                                <w:color w:val="00B050"/>
                                <w:sz w:val="44"/>
                                <w:szCs w:val="44"/>
                              </w:rPr>
                              <w:t>残暑</w:t>
                            </w:r>
                            <w:r w:rsidR="001A10F7" w:rsidRPr="000C3457">
                              <w:rPr>
                                <w:rFonts w:ascii="AR浪漫明朝体U" w:eastAsia="AR浪漫明朝体U" w:hint="eastAsia"/>
                                <w:color w:val="00B050"/>
                                <w:sz w:val="44"/>
                                <w:szCs w:val="44"/>
                              </w:rPr>
                              <w:t>お見舞い</w:t>
                            </w:r>
                          </w:p>
                          <w:p w:rsidR="001A10F7" w:rsidRPr="000C3457" w:rsidRDefault="001A10F7">
                            <w:pPr>
                              <w:rPr>
                                <w:rFonts w:ascii="AR浪漫明朝体U" w:eastAsia="AR浪漫明朝体U"/>
                                <w:color w:val="00B050"/>
                                <w:sz w:val="44"/>
                                <w:szCs w:val="44"/>
                              </w:rPr>
                            </w:pPr>
                            <w:r w:rsidRPr="000C3457">
                              <w:rPr>
                                <w:rFonts w:ascii="AR浪漫明朝体U" w:eastAsia="AR浪漫明朝体U" w:hint="eastAsia"/>
                                <w:color w:val="00B050"/>
                                <w:sz w:val="44"/>
                                <w:szCs w:val="44"/>
                              </w:rPr>
                              <w:t xml:space="preserve">　　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6.15pt;margin-top:7.6pt;width:78.3pt;height:2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" filled="f" stroked="f" strokeweight=".5pt">
                <v:textbox style="layout-flow:vertical-ideographic">
                  <w:txbxContent>
                    <w:p w:rsidR="001A10F7" w:rsidRPr="000C3457" w:rsidRDefault="000C3457">
                      <w:pPr>
                        <w:rPr>
                          <w:rFonts w:ascii="AR浪漫明朝体U" w:eastAsia="AR浪漫明朝体U"/>
                          <w:color w:val="00B050"/>
                          <w:sz w:val="44"/>
                          <w:szCs w:val="44"/>
                        </w:rPr>
                      </w:pPr>
                      <w:r w:rsidRPr="000C3457">
                        <w:rPr>
                          <w:rFonts w:ascii="AR浪漫明朝体U" w:eastAsia="AR浪漫明朝体U" w:hint="eastAsia"/>
                          <w:color w:val="00B050"/>
                          <w:sz w:val="44"/>
                          <w:szCs w:val="44"/>
                        </w:rPr>
                        <w:t>残暑</w:t>
                      </w:r>
                      <w:r w:rsidR="001A10F7" w:rsidRPr="000C3457">
                        <w:rPr>
                          <w:rFonts w:ascii="AR浪漫明朝体U" w:eastAsia="AR浪漫明朝体U" w:hint="eastAsia"/>
                          <w:color w:val="00B050"/>
                          <w:sz w:val="44"/>
                          <w:szCs w:val="44"/>
                        </w:rPr>
                        <w:t>お見舞い</w:t>
                      </w:r>
                    </w:p>
                    <w:p w:rsidR="001A10F7" w:rsidRPr="000C3457" w:rsidRDefault="001A10F7">
                      <w:pPr>
                        <w:rPr>
                          <w:rFonts w:ascii="AR浪漫明朝体U" w:eastAsia="AR浪漫明朝体U"/>
                          <w:color w:val="00B050"/>
                          <w:sz w:val="44"/>
                          <w:szCs w:val="44"/>
                        </w:rPr>
                      </w:pPr>
                      <w:r w:rsidRPr="000C3457">
                        <w:rPr>
                          <w:rFonts w:ascii="AR浪漫明朝体U" w:eastAsia="AR浪漫明朝体U" w:hint="eastAsia"/>
                          <w:color w:val="00B050"/>
                          <w:sz w:val="44"/>
                          <w:szCs w:val="44"/>
                        </w:rPr>
                        <w:t xml:space="preserve">　　　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-184150</wp:posOffset>
            </wp:positionH>
            <wp:positionV relativeFrom="paragraph">
              <wp:posOffset>3198013</wp:posOffset>
            </wp:positionV>
            <wp:extent cx="3275270" cy="1433248"/>
            <wp:effectExtent l="0" t="0" r="1905" b="0"/>
            <wp:wrapNone/>
            <wp:docPr id="3" name="図 3" descr="C:\Users\tsuchiya\AppData\Local\Microsoft\Windows\INetCache\Content.Word\はがき_暑中_トロピカ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トロピカル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270" cy="1433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DCA" w:rsidRDefault="00154DCA" w:rsidP="004E0190">
      <w:r>
        <w:separator/>
      </w:r>
    </w:p>
  </w:endnote>
  <w:endnote w:type="continuationSeparator" w:id="0">
    <w:p w:rsidR="00154DCA" w:rsidRDefault="00154DCA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浪漫明朝体U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DCA" w:rsidRDefault="00154DCA" w:rsidP="004E0190">
      <w:r>
        <w:separator/>
      </w:r>
    </w:p>
  </w:footnote>
  <w:footnote w:type="continuationSeparator" w:id="0">
    <w:p w:rsidR="00154DCA" w:rsidRDefault="00154DCA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0C3457"/>
    <w:rsid w:val="00137B1C"/>
    <w:rsid w:val="00150913"/>
    <w:rsid w:val="00154DCA"/>
    <w:rsid w:val="0016628B"/>
    <w:rsid w:val="00186998"/>
    <w:rsid w:val="001A10F7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06DD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8DD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