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A92C5D" w:rsidRDefault="00372164" w:rsidP="00A92C5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408051</wp:posOffset>
                </wp:positionH>
                <wp:positionV relativeFrom="paragraph">
                  <wp:posOffset>128930</wp:posOffset>
                </wp:positionV>
                <wp:extent cx="3789274" cy="629108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9274" cy="6291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2FC8" w:rsidRPr="00372164" w:rsidRDefault="0013793B" w:rsidP="008C2FC8">
                            <w:pPr>
                              <w:jc w:val="center"/>
                              <w:rPr>
                                <w:rFonts w:ascii="HG明朝B" w:eastAsia="HG明朝B" w:hAnsi="HG創英角ﾎﾟｯﾌﾟ体" w:hint="eastAsia"/>
                                <w:outline/>
                                <w:color w:val="0070C0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明朝B" w:eastAsia="HG明朝B" w:hAnsi="HG創英角ﾎﾟｯﾌﾟ体" w:hint="eastAsia"/>
                                <w:outline/>
                                <w:color w:val="0070C0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残暑</w:t>
                            </w:r>
                            <w:r w:rsidR="008C2FC8" w:rsidRPr="00372164">
                              <w:rPr>
                                <w:rFonts w:ascii="HG明朝B" w:eastAsia="HG明朝B" w:hAnsi="HG創英角ﾎﾟｯﾌﾟ体" w:hint="eastAsia"/>
                                <w:outline/>
                                <w:color w:val="0070C0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2.15pt;margin-top:10.15pt;width:298.35pt;height:49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" filled="f" stroked="f" strokeweight=".5pt">
                <v:textbox>
                  <w:txbxContent>
                    <w:p w:rsidR="008C2FC8" w:rsidRPr="00372164" w:rsidRDefault="0013793B" w:rsidP="008C2FC8">
                      <w:pPr>
                        <w:jc w:val="center"/>
                        <w:rPr>
                          <w:rFonts w:ascii="HG明朝B" w:eastAsia="HG明朝B" w:hAnsi="HG創英角ﾎﾟｯﾌﾟ体" w:hint="eastAsia"/>
                          <w:outline/>
                          <w:color w:val="0070C0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明朝B" w:eastAsia="HG明朝B" w:hAnsi="HG創英角ﾎﾟｯﾌﾟ体" w:hint="eastAsia"/>
                          <w:outline/>
                          <w:color w:val="0070C0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残暑</w:t>
                      </w:r>
                      <w:r w:rsidR="008C2FC8" w:rsidRPr="00372164">
                        <w:rPr>
                          <w:rFonts w:ascii="HG明朝B" w:eastAsia="HG明朝B" w:hAnsi="HG創英角ﾎﾟｯﾌﾟ体" w:hint="eastAsia"/>
                          <w:outline/>
                          <w:color w:val="0070C0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お見舞い申し上げます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-496265</wp:posOffset>
            </wp:positionH>
            <wp:positionV relativeFrom="paragraph">
              <wp:posOffset>-850900</wp:posOffset>
            </wp:positionV>
            <wp:extent cx="5645717" cy="3884371"/>
            <wp:effectExtent l="0" t="0" r="0" b="1905"/>
            <wp:wrapNone/>
            <wp:docPr id="1" name="図 1" descr="C:\Users\tsuchiya\AppData\Local\Microsoft\Windows\INetCache\Content.Word\はがき_暑中_ヤシ_2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はがき_暑中_ヤシ_2-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717" cy="3884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607786" w:rsidRPr="00A92C5D" w:rsidSect="00A92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2" w:h="5670" w:orient="landscape" w:code="43"/>
      <w:pgMar w:top="851" w:right="567" w:bottom="851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45F" w:rsidRDefault="0096545F" w:rsidP="004E0190">
      <w:r>
        <w:separator/>
      </w:r>
    </w:p>
  </w:endnote>
  <w:endnote w:type="continuationSeparator" w:id="0">
    <w:p w:rsidR="0096545F" w:rsidRDefault="0096545F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45F" w:rsidRDefault="0096545F" w:rsidP="004E0190">
      <w:r>
        <w:separator/>
      </w:r>
    </w:p>
  </w:footnote>
  <w:footnote w:type="continuationSeparator" w:id="0">
    <w:p w:rsidR="0096545F" w:rsidRDefault="0096545F" w:rsidP="004E0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 w:rsidP="00A92C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 w:rsidP="00A92C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93B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626EE"/>
    <w:rsid w:val="00275E5D"/>
    <w:rsid w:val="002A4627"/>
    <w:rsid w:val="002B167E"/>
    <w:rsid w:val="002D02AC"/>
    <w:rsid w:val="003110AB"/>
    <w:rsid w:val="003140A5"/>
    <w:rsid w:val="00340CE7"/>
    <w:rsid w:val="00372164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E0190"/>
    <w:rsid w:val="004F488B"/>
    <w:rsid w:val="00504C08"/>
    <w:rsid w:val="0052439C"/>
    <w:rsid w:val="0053441E"/>
    <w:rsid w:val="0054608B"/>
    <w:rsid w:val="005645CF"/>
    <w:rsid w:val="005B1E6A"/>
    <w:rsid w:val="005E06E1"/>
    <w:rsid w:val="005F3E12"/>
    <w:rsid w:val="00607786"/>
    <w:rsid w:val="006177E0"/>
    <w:rsid w:val="00617CA9"/>
    <w:rsid w:val="006525DC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8C2FC8"/>
    <w:rsid w:val="00961A53"/>
    <w:rsid w:val="0096545F"/>
    <w:rsid w:val="009753C9"/>
    <w:rsid w:val="009852D8"/>
    <w:rsid w:val="009B3278"/>
    <w:rsid w:val="009D6630"/>
    <w:rsid w:val="009E27F1"/>
    <w:rsid w:val="00A07B14"/>
    <w:rsid w:val="00A13072"/>
    <w:rsid w:val="00A21B07"/>
    <w:rsid w:val="00A23A55"/>
    <w:rsid w:val="00A92C5D"/>
    <w:rsid w:val="00AC6EE1"/>
    <w:rsid w:val="00AD1C4D"/>
    <w:rsid w:val="00AD4AAF"/>
    <w:rsid w:val="00AD7447"/>
    <w:rsid w:val="00AF3DC7"/>
    <w:rsid w:val="00B01958"/>
    <w:rsid w:val="00B12EE9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6BB1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2017-05-10T12:10:00Z</dcterms:created>
  <dcterms:modified xsi:type="dcterms:W3CDTF">2017-05-15T07:50:00Z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