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B00FC3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1364971</wp:posOffset>
                </wp:positionH>
                <wp:positionV relativeFrom="paragraph">
                  <wp:posOffset>278943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B00FC3" w:rsidRDefault="00B00FC3">
                            <w:pPr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</w:pPr>
                            <w:r w:rsidRPr="00B00FC3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B00FC3" w:rsidRDefault="00B00FC3" w:rsidP="00B00FC3">
                            <w:pPr>
                              <w:ind w:firstLine="840"/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</w:pPr>
                            <w:r w:rsidRPr="00B00FC3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5pt;margin-top:21.95pt;width:102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" filled="f" stroked="f" strokeweight=".5pt">
                <v:textbox style="layout-flow:vertical-ideographic">
                  <w:txbxContent>
                    <w:p w:rsidR="00B00FC3" w:rsidRPr="00B00FC3" w:rsidRDefault="00B00FC3">
                      <w:pPr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</w:pPr>
                      <w:r w:rsidRPr="00B00FC3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B00FC3" w:rsidRDefault="00B00FC3" w:rsidP="00B00FC3">
                      <w:pPr>
                        <w:ind w:firstLine="840"/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</w:pPr>
                      <w:r w:rsidRPr="00B00FC3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-538272</wp:posOffset>
            </wp:positionV>
            <wp:extent cx="3615690" cy="532469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寒中見舞い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1844" cy="5333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810" w:rsidRDefault="00685810" w:rsidP="004E0190">
      <w:r>
        <w:separator/>
      </w:r>
    </w:p>
  </w:endnote>
  <w:endnote w:type="continuationSeparator" w:id="0">
    <w:p w:rsidR="00685810" w:rsidRDefault="00685810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810" w:rsidRDefault="00685810" w:rsidP="004E0190">
      <w:r>
        <w:separator/>
      </w:r>
    </w:p>
  </w:footnote>
  <w:footnote w:type="continuationSeparator" w:id="0">
    <w:p w:rsidR="00685810" w:rsidRDefault="00685810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305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