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D71" w:rsidRPr="00BD6D71" w:rsidRDefault="00BD6D71" w:rsidP="00BD6D71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F8C30" wp14:editId="7A81B0E0">
                <wp:simplePos x="0" y="0"/>
                <wp:positionH relativeFrom="margin">
                  <wp:align>right</wp:align>
                </wp:positionH>
                <wp:positionV relativeFrom="paragraph">
                  <wp:posOffset>219456</wp:posOffset>
                </wp:positionV>
                <wp:extent cx="4593590" cy="401955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3590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6D71" w:rsidRPr="00BD6D71" w:rsidRDefault="00BD6D71" w:rsidP="00BD6D7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44"/>
                                <w:szCs w:val="44"/>
                              </w:rPr>
                            </w:pPr>
                            <w:r w:rsidRPr="00BD6D71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44"/>
                                <w:szCs w:val="44"/>
                              </w:rPr>
                              <w:t>寒中</w:t>
                            </w:r>
                            <w:r w:rsidRPr="00BD6D71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44"/>
                                <w:szCs w:val="44"/>
                              </w:rPr>
                              <w:t>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F8C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0.5pt;margin-top:17.3pt;width:361.7pt;height:31.6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" filled="f" stroked="f" strokeweight=".5pt">
                <v:fill o:detectmouseclick="t"/>
                <v:textbox inset="5.85pt,.7pt,5.85pt,.7pt">
                  <w:txbxContent>
                    <w:p w:rsidR="00BD6D71" w:rsidRPr="00BD6D71" w:rsidRDefault="00BD6D71" w:rsidP="00BD6D71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noProof/>
                          <w:sz w:val="44"/>
                          <w:szCs w:val="44"/>
                        </w:rPr>
                      </w:pPr>
                      <w:r w:rsidRPr="00BD6D71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44"/>
                          <w:szCs w:val="44"/>
                        </w:rPr>
                        <w:t>寒中</w:t>
                      </w:r>
                      <w:r w:rsidRPr="00BD6D71">
                        <w:rPr>
                          <w:rFonts w:ascii="HG丸ｺﾞｼｯｸM-PRO" w:eastAsia="HG丸ｺﾞｼｯｸM-PRO" w:hAnsi="HG丸ｺﾞｼｯｸM-PRO"/>
                          <w:noProof/>
                          <w:sz w:val="44"/>
                          <w:szCs w:val="44"/>
                        </w:rPr>
                        <w:t>お見舞い申し上げます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 wp14:anchorId="76FAF946" wp14:editId="1539E11A">
            <wp:simplePos x="0" y="0"/>
            <wp:positionH relativeFrom="column">
              <wp:posOffset>-338099</wp:posOffset>
            </wp:positionH>
            <wp:positionV relativeFrom="paragraph">
              <wp:posOffset>-617220</wp:posOffset>
            </wp:positionV>
            <wp:extent cx="5326186" cy="3613709"/>
            <wp:effectExtent l="0" t="0" r="0" b="0"/>
            <wp:wrapNone/>
            <wp:docPr id="2" name="図 2" descr="C:\Users\tsuchiya\AppData\Local\Microsoft\Windows\INetCache\Content.Word\寒中見舞い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186" cy="361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D6D71" w:rsidRPr="00BD6D71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788" w:rsidRDefault="00177788" w:rsidP="004E0190">
      <w:r>
        <w:separator/>
      </w:r>
    </w:p>
  </w:endnote>
  <w:endnote w:type="continuationSeparator" w:id="0">
    <w:p w:rsidR="00177788" w:rsidRDefault="00177788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788" w:rsidRDefault="00177788" w:rsidP="004E0190">
      <w:r>
        <w:separator/>
      </w:r>
    </w:p>
  </w:footnote>
  <w:footnote w:type="continuationSeparator" w:id="0">
    <w:p w:rsidR="00177788" w:rsidRDefault="00177788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77788"/>
    <w:rsid w:val="00186998"/>
    <w:rsid w:val="001B5208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A5800"/>
    <w:rsid w:val="00BD596C"/>
    <w:rsid w:val="00BD6D71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2C37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2017-10-23T09:12:00Z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