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7786" w:rsidRPr="00894E0E" w:rsidRDefault="00060084">
      <w:pPr>
        <w:rPr>
          <w:sz w:val="24"/>
        </w:rPr>
      </w:pPr>
      <w:bookmarkStart w:id="0" w:name="_GoBack"/>
      <w:r>
        <w:rPr>
          <w:noProof/>
          <w:sz w:val="24"/>
        </w:rPr>
        <w:drawing>
          <wp:anchor distT="0" distB="0" distL="114300" distR="114300" simplePos="0" relativeHeight="251660287" behindDoc="0" locked="0" layoutInCell="1" allowOverlap="1">
            <wp:simplePos x="0" y="0"/>
            <wp:positionH relativeFrom="margin">
              <wp:posOffset>-223310</wp:posOffset>
            </wp:positionH>
            <wp:positionV relativeFrom="paragraph">
              <wp:posOffset>-134312</wp:posOffset>
            </wp:positionV>
            <wp:extent cx="4061506" cy="5898974"/>
            <wp:effectExtent l="0" t="0" r="0" b="0"/>
            <wp:wrapNone/>
            <wp:docPr id="8" name="図 8" descr="C:\Users\tsuchiya\AppData\Local\Microsoft\Windows\INetCache\Content.Word\はがき_喪中_藤3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tsuchiya\AppData\Local\Microsoft\Windows\INetCache\Content.Word\はがき_喪中_藤3-01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1506" cy="58989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843EA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1681682</wp:posOffset>
                </wp:positionH>
                <wp:positionV relativeFrom="paragraph">
                  <wp:posOffset>1183309</wp:posOffset>
                </wp:positionV>
                <wp:extent cx="914400" cy="914400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843EA" w:rsidRPr="008843EA" w:rsidRDefault="008843EA" w:rsidP="008843EA">
                            <w:pPr>
                              <w:rPr>
                                <w:rFonts w:ascii="HGS明朝B" w:eastAsia="HGS明朝B" w:hint="eastAsia"/>
                                <w:sz w:val="18"/>
                                <w:szCs w:val="18"/>
                              </w:rPr>
                            </w:pPr>
                            <w:r w:rsidRPr="008843EA">
                              <w:rPr>
                                <w:rFonts w:ascii="HGS明朝B" w:eastAsia="HGS明朝B" w:hint="eastAsia"/>
                                <w:sz w:val="18"/>
                                <w:szCs w:val="18"/>
                              </w:rPr>
                              <w:t>本年中に賜りましたご厚情に深謝申し上げます</w:t>
                            </w:r>
                          </w:p>
                          <w:p w:rsidR="008843EA" w:rsidRPr="008843EA" w:rsidRDefault="008843EA" w:rsidP="008843EA">
                            <w:pPr>
                              <w:rPr>
                                <w:rFonts w:ascii="HGS明朝B" w:eastAsia="HGS明朝B" w:hint="eastAsia"/>
                                <w:sz w:val="18"/>
                                <w:szCs w:val="18"/>
                              </w:rPr>
                            </w:pPr>
                            <w:r w:rsidRPr="008843EA">
                              <w:rPr>
                                <w:rFonts w:ascii="HGS明朝B" w:eastAsia="HGS明朝B" w:hint="eastAsia"/>
                                <w:sz w:val="18"/>
                                <w:szCs w:val="18"/>
                              </w:rPr>
                              <w:t>明年も変わらぬご厚誼を賜りますようお願いいたします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132.4pt;margin-top:93.15pt;width:1in;height:1in;z-index:2516623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" filled="f" stroked="f" strokeweight=".5pt">
                <v:textbox style="layout-flow:vertical-ideographic">
                  <w:txbxContent>
                    <w:p w:rsidR="008843EA" w:rsidRPr="008843EA" w:rsidRDefault="008843EA" w:rsidP="008843EA">
                      <w:pPr>
                        <w:rPr>
                          <w:rFonts w:ascii="HGS明朝B" w:eastAsia="HGS明朝B" w:hint="eastAsia"/>
                          <w:sz w:val="18"/>
                          <w:szCs w:val="18"/>
                        </w:rPr>
                      </w:pPr>
                      <w:r w:rsidRPr="008843EA">
                        <w:rPr>
                          <w:rFonts w:ascii="HGS明朝B" w:eastAsia="HGS明朝B" w:hint="eastAsia"/>
                          <w:sz w:val="18"/>
                          <w:szCs w:val="18"/>
                        </w:rPr>
                        <w:t>本年中に賜りましたご厚情に深謝申し上げます</w:t>
                      </w:r>
                    </w:p>
                    <w:p w:rsidR="008843EA" w:rsidRPr="008843EA" w:rsidRDefault="008843EA" w:rsidP="008843EA">
                      <w:pPr>
                        <w:rPr>
                          <w:rFonts w:ascii="HGS明朝B" w:eastAsia="HGS明朝B" w:hint="eastAsia"/>
                          <w:sz w:val="18"/>
                          <w:szCs w:val="18"/>
                        </w:rPr>
                      </w:pPr>
                      <w:r w:rsidRPr="008843EA">
                        <w:rPr>
                          <w:rFonts w:ascii="HGS明朝B" w:eastAsia="HGS明朝B" w:hint="eastAsia"/>
                          <w:sz w:val="18"/>
                          <w:szCs w:val="18"/>
                        </w:rPr>
                        <w:t>明年も変わらぬご厚誼を賜りますようお願いいたします</w:t>
                      </w:r>
                    </w:p>
                  </w:txbxContent>
                </v:textbox>
              </v:shape>
            </w:pict>
          </mc:Fallback>
        </mc:AlternateContent>
      </w:r>
      <w:r w:rsidR="00B54731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2368855</wp:posOffset>
                </wp:positionH>
                <wp:positionV relativeFrom="paragraph">
                  <wp:posOffset>854818</wp:posOffset>
                </wp:positionV>
                <wp:extent cx="940435" cy="3362325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0435" cy="3362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2607D" w:rsidRPr="008843EA" w:rsidRDefault="00B2607D">
                            <w:pPr>
                              <w:rPr>
                                <w:rFonts w:ascii="HGS明朝B" w:eastAsia="HGS明朝B" w:hint="eastAsia"/>
                                <w:sz w:val="30"/>
                                <w:szCs w:val="30"/>
                              </w:rPr>
                            </w:pPr>
                            <w:r w:rsidRPr="008843EA">
                              <w:rPr>
                                <w:rFonts w:ascii="HGS明朝B" w:eastAsia="HGS明朝B" w:hint="eastAsia"/>
                                <w:sz w:val="30"/>
                                <w:szCs w:val="30"/>
                              </w:rPr>
                              <w:t>喪中につき年末年始の</w:t>
                            </w:r>
                          </w:p>
                          <w:p w:rsidR="00B2607D" w:rsidRPr="008843EA" w:rsidRDefault="00B2607D" w:rsidP="00B2607D">
                            <w:pPr>
                              <w:ind w:firstLine="840"/>
                              <w:rPr>
                                <w:rFonts w:ascii="HGS明朝B" w:eastAsia="HGS明朝B" w:hint="eastAsia"/>
                                <w:sz w:val="28"/>
                                <w:szCs w:val="28"/>
                              </w:rPr>
                            </w:pPr>
                            <w:r w:rsidRPr="008843EA">
                              <w:rPr>
                                <w:rFonts w:ascii="HGS明朝B" w:eastAsia="HGS明朝B" w:hint="eastAsia"/>
                                <w:sz w:val="30"/>
                                <w:szCs w:val="30"/>
                              </w:rPr>
                              <w:t>ご挨拶は失礼いたします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" o:spid="_x0000_s1027" type="#_x0000_t202" style="position:absolute;left:0;text-align:left;margin-left:186.5pt;margin-top:67.3pt;width:74.05pt;height:264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" filled="f" stroked="f" strokeweight=".5pt">
                <v:textbox style="layout-flow:vertical-ideographic">
                  <w:txbxContent>
                    <w:p w:rsidR="00B2607D" w:rsidRPr="008843EA" w:rsidRDefault="00B2607D">
                      <w:pPr>
                        <w:rPr>
                          <w:rFonts w:ascii="HGS明朝B" w:eastAsia="HGS明朝B" w:hint="eastAsia"/>
                          <w:sz w:val="30"/>
                          <w:szCs w:val="30"/>
                        </w:rPr>
                      </w:pPr>
                      <w:r w:rsidRPr="008843EA">
                        <w:rPr>
                          <w:rFonts w:ascii="HGS明朝B" w:eastAsia="HGS明朝B" w:hint="eastAsia"/>
                          <w:sz w:val="30"/>
                          <w:szCs w:val="30"/>
                        </w:rPr>
                        <w:t>喪中につき年末年始の</w:t>
                      </w:r>
                    </w:p>
                    <w:p w:rsidR="00B2607D" w:rsidRPr="008843EA" w:rsidRDefault="00B2607D" w:rsidP="00B2607D">
                      <w:pPr>
                        <w:ind w:firstLine="840"/>
                        <w:rPr>
                          <w:rFonts w:ascii="HGS明朝B" w:eastAsia="HGS明朝B" w:hint="eastAsia"/>
                          <w:sz w:val="28"/>
                          <w:szCs w:val="28"/>
                        </w:rPr>
                      </w:pPr>
                      <w:r w:rsidRPr="008843EA">
                        <w:rPr>
                          <w:rFonts w:ascii="HGS明朝B" w:eastAsia="HGS明朝B" w:hint="eastAsia"/>
                          <w:sz w:val="30"/>
                          <w:szCs w:val="30"/>
                        </w:rPr>
                        <w:t>ご挨拶は失礼いたします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bookmarkEnd w:id="0"/>
    </w:p>
    <w:sectPr w:rsidR="00607786" w:rsidRPr="00894E0E" w:rsidSect="00B54731">
      <w:pgSz w:w="5670" w:h="8392" w:code="43"/>
      <w:pgMar w:top="0" w:right="0" w:bottom="0" w:left="0" w:header="720" w:footer="72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48F6" w:rsidRDefault="00A348F6" w:rsidP="004E0190">
      <w:r>
        <w:separator/>
      </w:r>
    </w:p>
  </w:endnote>
  <w:endnote w:type="continuationSeparator" w:id="0">
    <w:p w:rsidR="00A348F6" w:rsidRDefault="00A348F6" w:rsidP="004E0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明朝B">
    <w:panose1 w:val="020208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48F6" w:rsidRDefault="00A348F6" w:rsidP="004E0190">
      <w:r>
        <w:separator/>
      </w:r>
    </w:p>
  </w:footnote>
  <w:footnote w:type="continuationSeparator" w:id="0">
    <w:p w:rsidR="00A348F6" w:rsidRDefault="00A348F6" w:rsidP="004E01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embedSystemFonts/>
  <w:bordersDoNotSurroundHeader/>
  <w:bordersDoNotSurroundFooter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E0E"/>
    <w:rsid w:val="00007EFC"/>
    <w:rsid w:val="000111E2"/>
    <w:rsid w:val="00031EAF"/>
    <w:rsid w:val="000477E6"/>
    <w:rsid w:val="00060084"/>
    <w:rsid w:val="0007191C"/>
    <w:rsid w:val="0009007B"/>
    <w:rsid w:val="000C19D8"/>
    <w:rsid w:val="00137B1C"/>
    <w:rsid w:val="00150913"/>
    <w:rsid w:val="0016628B"/>
    <w:rsid w:val="00186998"/>
    <w:rsid w:val="001B5208"/>
    <w:rsid w:val="002146A8"/>
    <w:rsid w:val="0022450E"/>
    <w:rsid w:val="00233FC2"/>
    <w:rsid w:val="00245A8E"/>
    <w:rsid w:val="00246FEA"/>
    <w:rsid w:val="0024718F"/>
    <w:rsid w:val="00275E5D"/>
    <w:rsid w:val="002A4627"/>
    <w:rsid w:val="002B167E"/>
    <w:rsid w:val="002D02AC"/>
    <w:rsid w:val="002D52DC"/>
    <w:rsid w:val="003110AB"/>
    <w:rsid w:val="003140A5"/>
    <w:rsid w:val="00340CE7"/>
    <w:rsid w:val="00381D0B"/>
    <w:rsid w:val="00395F04"/>
    <w:rsid w:val="003A0D75"/>
    <w:rsid w:val="003B412C"/>
    <w:rsid w:val="003D6B05"/>
    <w:rsid w:val="003E55C8"/>
    <w:rsid w:val="003F1A34"/>
    <w:rsid w:val="00400747"/>
    <w:rsid w:val="004350A6"/>
    <w:rsid w:val="00437F96"/>
    <w:rsid w:val="00453822"/>
    <w:rsid w:val="004A195C"/>
    <w:rsid w:val="004E0190"/>
    <w:rsid w:val="004F488B"/>
    <w:rsid w:val="00504C08"/>
    <w:rsid w:val="0052439C"/>
    <w:rsid w:val="0053441E"/>
    <w:rsid w:val="0054608B"/>
    <w:rsid w:val="005645CF"/>
    <w:rsid w:val="005B1E6A"/>
    <w:rsid w:val="005E06E1"/>
    <w:rsid w:val="00607786"/>
    <w:rsid w:val="006177E0"/>
    <w:rsid w:val="00617CA9"/>
    <w:rsid w:val="006525DC"/>
    <w:rsid w:val="00697E77"/>
    <w:rsid w:val="006C0513"/>
    <w:rsid w:val="00724FBF"/>
    <w:rsid w:val="00733928"/>
    <w:rsid w:val="00776CFD"/>
    <w:rsid w:val="0079004D"/>
    <w:rsid w:val="007E215A"/>
    <w:rsid w:val="007F1996"/>
    <w:rsid w:val="00821391"/>
    <w:rsid w:val="008316B1"/>
    <w:rsid w:val="00832ECE"/>
    <w:rsid w:val="0083413F"/>
    <w:rsid w:val="00840015"/>
    <w:rsid w:val="008843EA"/>
    <w:rsid w:val="00890B10"/>
    <w:rsid w:val="00894E0E"/>
    <w:rsid w:val="00895D8A"/>
    <w:rsid w:val="008C0D90"/>
    <w:rsid w:val="00951165"/>
    <w:rsid w:val="00961A53"/>
    <w:rsid w:val="009753C9"/>
    <w:rsid w:val="009B3278"/>
    <w:rsid w:val="009D6630"/>
    <w:rsid w:val="009D7B4E"/>
    <w:rsid w:val="009E27F1"/>
    <w:rsid w:val="00A07B14"/>
    <w:rsid w:val="00A13072"/>
    <w:rsid w:val="00A21B07"/>
    <w:rsid w:val="00A23A55"/>
    <w:rsid w:val="00A348F6"/>
    <w:rsid w:val="00A73FC7"/>
    <w:rsid w:val="00AC6EE1"/>
    <w:rsid w:val="00AD1C4D"/>
    <w:rsid w:val="00AD4AAF"/>
    <w:rsid w:val="00AD7447"/>
    <w:rsid w:val="00AF3DC7"/>
    <w:rsid w:val="00B01958"/>
    <w:rsid w:val="00B12EE9"/>
    <w:rsid w:val="00B2607D"/>
    <w:rsid w:val="00B54731"/>
    <w:rsid w:val="00B64224"/>
    <w:rsid w:val="00B757BB"/>
    <w:rsid w:val="00B90534"/>
    <w:rsid w:val="00BA5800"/>
    <w:rsid w:val="00BD596C"/>
    <w:rsid w:val="00C0142A"/>
    <w:rsid w:val="00C85D2A"/>
    <w:rsid w:val="00C97942"/>
    <w:rsid w:val="00CC1285"/>
    <w:rsid w:val="00CD6D6E"/>
    <w:rsid w:val="00CF4D6B"/>
    <w:rsid w:val="00D21BC0"/>
    <w:rsid w:val="00D26F53"/>
    <w:rsid w:val="00D27F30"/>
    <w:rsid w:val="00D50537"/>
    <w:rsid w:val="00D52799"/>
    <w:rsid w:val="00D5489F"/>
    <w:rsid w:val="00D601B8"/>
    <w:rsid w:val="00D61D4A"/>
    <w:rsid w:val="00DA1D15"/>
    <w:rsid w:val="00DA25A6"/>
    <w:rsid w:val="00DB1A24"/>
    <w:rsid w:val="00DE3F79"/>
    <w:rsid w:val="00DF6C6F"/>
    <w:rsid w:val="00E357CC"/>
    <w:rsid w:val="00E520CF"/>
    <w:rsid w:val="00E62AC0"/>
    <w:rsid w:val="00E92671"/>
    <w:rsid w:val="00EC3E1D"/>
    <w:rsid w:val="00ED363E"/>
    <w:rsid w:val="00EF10E6"/>
    <w:rsid w:val="00F128C1"/>
    <w:rsid w:val="00F7692E"/>
    <w:rsid w:val="00FB3CF0"/>
    <w:rsid w:val="00FF7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a">
    <w:name w:val="Normal"/>
    <w:qFormat/>
    <w:rsid w:val="008843E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07786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4E01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4E0190"/>
    <w:rPr>
      <w:kern w:val="2"/>
      <w:sz w:val="21"/>
      <w:szCs w:val="24"/>
    </w:rPr>
  </w:style>
  <w:style w:type="paragraph" w:styleId="a6">
    <w:name w:val="footer"/>
    <w:basedOn w:val="a"/>
    <w:link w:val="a7"/>
    <w:rsid w:val="004E01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4E019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Root\Templates\1041\RPCARD20.WIZ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RPCARD20.WIZ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2017-02-27T14:13:00Z</dcterms:created>
  <dcterms:modified xsi:type="dcterms:W3CDTF">2017-03-02T07:26:00Z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engo">
    <vt:i4>1</vt:i4>
  </property>
  <property fmtid="{D5CDD505-2E9C-101B-9397-08002B2CF9AE}" pid="3" name="WizardSucceeded">
    <vt:i4>1</vt:i4>
  </property>
  <property fmtid="{D5CDD505-2E9C-101B-9397-08002B2CF9AE}" pid="4" name="CardType">
    <vt:i4>2</vt:i4>
  </property>
  <property fmtid="{D5CDD505-2E9C-101B-9397-08002B2CF9AE}" pid="5" name="Layout">
    <vt:i4>19</vt:i4>
  </property>
</Properties>
</file>